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F53FE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F53FE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Γ7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F53FEC" w:rsidRPr="00F53FE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Ο2.Ε32 </w:t>
            </w:r>
            <w:bookmarkStart w:id="0" w:name="_GoBack"/>
            <w:bookmarkEnd w:id="0"/>
            <w:r w:rsidR="00F53FEC" w:rsidRPr="00F53FEC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F53FEC" w:rsidRPr="00F53FE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07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F53FEC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 Λάμπας : LED</w:t>
            </w:r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Διαρχεια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ζωης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Λάμπας : &gt;= 30.000 ώρες</w:t>
            </w:r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Φωτηνότητα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&gt;= 2.900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Lumens</w:t>
            </w:r>
            <w:proofErr w:type="spellEnd"/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FE320D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Αναλυση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: &gt;= 4Κ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3840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2160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pixel</w:t>
            </w:r>
            <w:proofErr w:type="spellEnd"/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Αντίθεση : &gt;= 3000000:1</w:t>
            </w:r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FE320D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Υποδοχές εισόδου : &gt;=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2,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(Τύπος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), Ήχος εισόδου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(Τύπος Α)</w:t>
            </w:r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FE320D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Υποδοχές εξόδου: Μίνι υποδοχή ήχου 3,5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, Έξοδος ήχου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F53FEC" w:rsidRPr="00EF62A6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EF62A6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EF62A6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ναι</w:t>
            </w:r>
          </w:p>
        </w:tc>
        <w:tc>
          <w:tcPr>
            <w:tcW w:w="1441" w:type="dxa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53FEC" w:rsidRPr="00C60E4A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Ενσωματωμένο ηχείο: ναι</w:t>
            </w:r>
          </w:p>
        </w:tc>
        <w:tc>
          <w:tcPr>
            <w:tcW w:w="1441" w:type="dxa"/>
          </w:tcPr>
          <w:p w:rsidR="00F53FEC" w:rsidRDefault="00F53FEC" w:rsidP="00F53FE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53FEC" w:rsidRPr="00C60E4A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DF25B3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: &gt;= 2 Χρόνια</w:t>
            </w:r>
          </w:p>
        </w:tc>
        <w:tc>
          <w:tcPr>
            <w:tcW w:w="1441" w:type="dxa"/>
          </w:tcPr>
          <w:p w:rsidR="00F53FEC" w:rsidRDefault="00F53FEC" w:rsidP="00F53FE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53FE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53FEC" w:rsidRPr="00C60E4A" w:rsidRDefault="00F53FEC" w:rsidP="00F53FE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3FEC" w:rsidRPr="00FE320D" w:rsidRDefault="00F53FEC" w:rsidP="00F53FE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Δυνατότητα ανάρτησης σε βάση στηριζόμενη στο ταβάνι</w:t>
            </w:r>
          </w:p>
        </w:tc>
        <w:tc>
          <w:tcPr>
            <w:tcW w:w="1441" w:type="dxa"/>
          </w:tcPr>
          <w:p w:rsidR="00F53FEC" w:rsidRDefault="00F53FEC" w:rsidP="00F53FE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53FEC" w:rsidRPr="00DF25B3" w:rsidRDefault="00F53FEC" w:rsidP="00F53FE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B7ED1"/>
    <w:rsid w:val="00305264"/>
    <w:rsid w:val="00406FB0"/>
    <w:rsid w:val="00633A63"/>
    <w:rsid w:val="00671793"/>
    <w:rsid w:val="00684924"/>
    <w:rsid w:val="00A40B4A"/>
    <w:rsid w:val="00C60E4A"/>
    <w:rsid w:val="00E76764"/>
    <w:rsid w:val="00EB2777"/>
    <w:rsid w:val="00F160DC"/>
    <w:rsid w:val="00F53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03619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98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2025-09-10T07:40:00Z</dcterms:created>
  <dcterms:modified xsi:type="dcterms:W3CDTF">2025-09-10T07:40:00Z</dcterms:modified>
</cp:coreProperties>
</file>